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0348ED" w:rsidRPr="00950386" w:rsidTr="00483F1F">
        <w:tc>
          <w:tcPr>
            <w:tcW w:w="4786" w:type="dxa"/>
          </w:tcPr>
          <w:p w:rsidR="000348ED" w:rsidRPr="00950386" w:rsidRDefault="005D05AC" w:rsidP="0075746C">
            <w:pPr>
              <w:tabs>
                <w:tab w:val="left" w:pos="851"/>
              </w:tabs>
            </w:pPr>
            <w:bookmarkStart w:id="0" w:name="_GoBack"/>
            <w:bookmarkEnd w:id="0"/>
            <w:r w:rsidRPr="00950386">
              <w:t>From:</w:t>
            </w:r>
            <w:r w:rsidRPr="00950386">
              <w:tab/>
            </w:r>
            <w:r w:rsidR="0075746C">
              <w:t>ANM</w:t>
            </w:r>
            <w:r w:rsidR="0075746C" w:rsidRPr="00950386">
              <w:t xml:space="preserve"> </w:t>
            </w:r>
            <w:r w:rsidRPr="00950386">
              <w:t>C</w:t>
            </w:r>
            <w:r w:rsidR="00050DA7" w:rsidRPr="00950386">
              <w:t>ommittee</w:t>
            </w:r>
          </w:p>
        </w:tc>
        <w:tc>
          <w:tcPr>
            <w:tcW w:w="5103" w:type="dxa"/>
          </w:tcPr>
          <w:p w:rsidR="000348ED" w:rsidRPr="00950386" w:rsidRDefault="005A08CF" w:rsidP="002562D0">
            <w:pPr>
              <w:jc w:val="right"/>
            </w:pPr>
            <w:r>
              <w:t>ANM21-</w:t>
            </w:r>
            <w:r w:rsidR="002562D0">
              <w:t>13.1.3.1</w:t>
            </w:r>
          </w:p>
        </w:tc>
      </w:tr>
      <w:tr w:rsidR="000348ED" w:rsidRPr="00B15B24" w:rsidTr="00483F1F">
        <w:tc>
          <w:tcPr>
            <w:tcW w:w="4786" w:type="dxa"/>
          </w:tcPr>
          <w:p w:rsidR="000348ED" w:rsidRPr="00950386" w:rsidRDefault="005D05AC" w:rsidP="00641B1D">
            <w:pPr>
              <w:tabs>
                <w:tab w:val="left" w:pos="851"/>
              </w:tabs>
            </w:pPr>
            <w:r w:rsidRPr="00950386">
              <w:t>To:</w:t>
            </w:r>
            <w:r w:rsidRPr="00950386">
              <w:tab/>
            </w:r>
            <w:r w:rsidR="0075746C">
              <w:t xml:space="preserve">VTS </w:t>
            </w:r>
            <w:r w:rsidR="00CA1F75">
              <w:t xml:space="preserve"> </w:t>
            </w:r>
            <w:r w:rsidR="00CA04AF" w:rsidRPr="00950386">
              <w:t xml:space="preserve"> </w:t>
            </w:r>
            <w:r w:rsidR="00902AA4" w:rsidRPr="00950386">
              <w:t>Committe</w:t>
            </w:r>
            <w:r w:rsidR="00950386" w:rsidRPr="00950386">
              <w:t>e</w:t>
            </w:r>
            <w:r w:rsidR="00CA1F75">
              <w:t xml:space="preserve"> </w:t>
            </w:r>
          </w:p>
        </w:tc>
        <w:tc>
          <w:tcPr>
            <w:tcW w:w="5103" w:type="dxa"/>
          </w:tcPr>
          <w:p w:rsidR="000348ED" w:rsidRPr="00B15B24" w:rsidRDefault="0075746C" w:rsidP="0075746C">
            <w:pPr>
              <w:jc w:val="right"/>
            </w:pPr>
            <w:r>
              <w:t>15</w:t>
            </w:r>
            <w:r w:rsidRPr="00950386">
              <w:rPr>
                <w:vertAlign w:val="superscript"/>
              </w:rPr>
              <w:t>th</w:t>
            </w:r>
            <w:r w:rsidRPr="00950386">
              <w:t xml:space="preserve"> </w:t>
            </w:r>
            <w:r>
              <w:t>October</w:t>
            </w:r>
            <w:r w:rsidRPr="00950386">
              <w:t xml:space="preserve"> </w:t>
            </w:r>
            <w:r w:rsidR="005D05AC" w:rsidRPr="00950386">
              <w:t>20</w:t>
            </w:r>
            <w:r w:rsidR="001A654A" w:rsidRPr="00950386">
              <w:t>1</w:t>
            </w:r>
            <w:r w:rsidR="00950386" w:rsidRPr="00950386"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311B7E" w:rsidP="005D05AC">
      <w:pPr>
        <w:pStyle w:val="Title"/>
        <w:spacing w:after="120"/>
      </w:pPr>
      <w:r>
        <w:rPr>
          <w:color w:val="000000"/>
        </w:rPr>
        <w:t>Response regarding Disaster Recovery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E147BE" w:rsidRDefault="00950386" w:rsidP="00950386">
      <w:pPr>
        <w:rPr>
          <w:lang w:eastAsia="de-DE"/>
        </w:rPr>
      </w:pPr>
      <w:r>
        <w:rPr>
          <w:lang w:eastAsia="de-DE"/>
        </w:rPr>
        <w:t xml:space="preserve">In response to </w:t>
      </w:r>
      <w:r w:rsidR="00E147BE">
        <w:rPr>
          <w:lang w:eastAsia="de-DE"/>
        </w:rPr>
        <w:t>your liaison note VTS output document VTS37</w:t>
      </w:r>
      <w:r w:rsidR="00E2613B">
        <w:rPr>
          <w:lang w:eastAsia="de-DE"/>
        </w:rPr>
        <w:t>-</w:t>
      </w:r>
      <w:r w:rsidR="00E147BE">
        <w:rPr>
          <w:lang w:eastAsia="de-DE"/>
        </w:rPr>
        <w:t>14.1.2.2</w:t>
      </w:r>
      <w:r>
        <w:rPr>
          <w:lang w:eastAsia="de-DE"/>
        </w:rPr>
        <w:t xml:space="preserve">, the </w:t>
      </w:r>
      <w:r w:rsidR="00E147BE">
        <w:rPr>
          <w:lang w:eastAsia="de-DE"/>
        </w:rPr>
        <w:t xml:space="preserve">ANM </w:t>
      </w:r>
      <w:r>
        <w:rPr>
          <w:lang w:eastAsia="de-DE"/>
        </w:rPr>
        <w:t xml:space="preserve">Committee has reviewed the </w:t>
      </w:r>
      <w:r w:rsidR="00E147BE">
        <w:rPr>
          <w:lang w:eastAsia="de-DE"/>
        </w:rPr>
        <w:t>note and has considered its content.</w:t>
      </w:r>
    </w:p>
    <w:p w:rsidR="00950386" w:rsidRDefault="00950386" w:rsidP="00950386">
      <w:pPr>
        <w:rPr>
          <w:lang w:eastAsia="de-DE"/>
        </w:rPr>
      </w:pPr>
    </w:p>
    <w:p w:rsidR="00950386" w:rsidRPr="00950386" w:rsidRDefault="00950386" w:rsidP="00950386">
      <w:pPr>
        <w:rPr>
          <w:lang w:eastAsia="de-DE"/>
        </w:rPr>
      </w:pPr>
    </w:p>
    <w:p w:rsidR="00902AA4" w:rsidRPr="00455315" w:rsidRDefault="00950386" w:rsidP="00135447">
      <w:pPr>
        <w:pStyle w:val="Heading1"/>
        <w:rPr>
          <w:lang w:val="en-GB"/>
        </w:rPr>
      </w:pPr>
      <w:r w:rsidRPr="00455315">
        <w:rPr>
          <w:lang w:val="en-GB"/>
        </w:rPr>
        <w:t>Specific Comments</w:t>
      </w:r>
    </w:p>
    <w:p w:rsidR="00E54E93" w:rsidRPr="00455315" w:rsidRDefault="00E147BE" w:rsidP="00D47D0E">
      <w:pPr>
        <w:pStyle w:val="List1"/>
        <w:numPr>
          <w:ilvl w:val="0"/>
          <w:numId w:val="0"/>
        </w:numPr>
        <w:rPr>
          <w:lang w:val="en-GB"/>
        </w:rPr>
      </w:pPr>
      <w:r w:rsidRPr="00455315">
        <w:rPr>
          <w:lang w:val="en-GB"/>
        </w:rPr>
        <w:t xml:space="preserve">The ANM </w:t>
      </w:r>
      <w:r w:rsidR="00E54E93" w:rsidRPr="00455315">
        <w:rPr>
          <w:lang w:val="en-GB"/>
        </w:rPr>
        <w:t>C</w:t>
      </w:r>
      <w:r w:rsidRPr="00455315">
        <w:rPr>
          <w:lang w:val="en-GB"/>
        </w:rPr>
        <w:t xml:space="preserve">ommittee thanks the VTS </w:t>
      </w:r>
      <w:r w:rsidR="00E54E93" w:rsidRPr="00455315">
        <w:rPr>
          <w:lang w:val="en-GB"/>
        </w:rPr>
        <w:t>C</w:t>
      </w:r>
      <w:r w:rsidRPr="00455315">
        <w:rPr>
          <w:lang w:val="en-GB"/>
        </w:rPr>
        <w:t xml:space="preserve">ommittee for its support </w:t>
      </w:r>
      <w:r w:rsidR="00641B1D" w:rsidRPr="00455315">
        <w:rPr>
          <w:lang w:val="en-GB"/>
        </w:rPr>
        <w:t xml:space="preserve">of ANM leading on this matter.  The ANM </w:t>
      </w:r>
      <w:r w:rsidR="00E54E93" w:rsidRPr="00455315">
        <w:rPr>
          <w:lang w:val="en-GB"/>
        </w:rPr>
        <w:t>C</w:t>
      </w:r>
      <w:r w:rsidR="00641B1D" w:rsidRPr="00455315">
        <w:rPr>
          <w:lang w:val="en-GB"/>
        </w:rPr>
        <w:t xml:space="preserve">ommittee will commence </w:t>
      </w:r>
      <w:r w:rsidRPr="00455315">
        <w:rPr>
          <w:lang w:val="en-GB"/>
        </w:rPr>
        <w:t xml:space="preserve">a guideline on </w:t>
      </w:r>
      <w:r w:rsidR="002562D0" w:rsidRPr="00455315">
        <w:rPr>
          <w:lang w:val="en-GB"/>
        </w:rPr>
        <w:t>D</w:t>
      </w:r>
      <w:r w:rsidRPr="00455315">
        <w:rPr>
          <w:lang w:val="en-GB"/>
        </w:rPr>
        <w:t xml:space="preserve">isaster </w:t>
      </w:r>
      <w:r w:rsidR="002562D0" w:rsidRPr="00455315">
        <w:rPr>
          <w:lang w:val="en-GB"/>
        </w:rPr>
        <w:t>R</w:t>
      </w:r>
      <w:r w:rsidRPr="00455315">
        <w:rPr>
          <w:lang w:val="en-GB"/>
        </w:rPr>
        <w:t xml:space="preserve">ecovery </w:t>
      </w:r>
      <w:r w:rsidR="00641B1D" w:rsidRPr="00455315">
        <w:rPr>
          <w:lang w:val="en-GB"/>
        </w:rPr>
        <w:t xml:space="preserve">in </w:t>
      </w:r>
      <w:r w:rsidR="00455315" w:rsidRPr="00455315">
        <w:rPr>
          <w:lang w:val="en-GB"/>
        </w:rPr>
        <w:t>autumn</w:t>
      </w:r>
      <w:r w:rsidR="00641B1D" w:rsidRPr="00455315">
        <w:rPr>
          <w:lang w:val="en-GB"/>
        </w:rPr>
        <w:t xml:space="preserve"> 2014</w:t>
      </w:r>
      <w:r w:rsidR="00E54E93" w:rsidRPr="00455315">
        <w:rPr>
          <w:lang w:val="en-GB"/>
        </w:rPr>
        <w:t>.</w:t>
      </w:r>
    </w:p>
    <w:p w:rsidR="00E147BE" w:rsidRPr="00455315" w:rsidRDefault="00E54E93" w:rsidP="00D47D0E">
      <w:pPr>
        <w:pStyle w:val="List1"/>
        <w:numPr>
          <w:ilvl w:val="0"/>
          <w:numId w:val="0"/>
        </w:numPr>
        <w:rPr>
          <w:lang w:val="en-GB"/>
        </w:rPr>
      </w:pPr>
      <w:r w:rsidRPr="00455315">
        <w:rPr>
          <w:lang w:val="en-GB"/>
        </w:rPr>
        <w:t>The ANM Committee recognise that this subject is relevant for other committees</w:t>
      </w:r>
      <w:r w:rsidR="00641B1D" w:rsidRPr="00455315">
        <w:rPr>
          <w:lang w:val="en-GB"/>
        </w:rPr>
        <w:t xml:space="preserve"> and</w:t>
      </w:r>
      <w:r w:rsidR="00E147BE" w:rsidRPr="00455315">
        <w:rPr>
          <w:lang w:val="en-GB"/>
        </w:rPr>
        <w:t xml:space="preserve"> will take into account all input received to date and consult the other committees during the drafting process.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FF014E" w:rsidRDefault="00426952" w:rsidP="00E147BE">
      <w:pPr>
        <w:pStyle w:val="BodyText"/>
      </w:pPr>
      <w:r>
        <w:t xml:space="preserve">The </w:t>
      </w:r>
      <w:r w:rsidR="0075746C">
        <w:t>VTS</w:t>
      </w:r>
      <w:r w:rsidR="00CA1F75">
        <w:t xml:space="preserve"> </w:t>
      </w:r>
      <w:r w:rsidR="0075746C">
        <w:t>Committee is</w:t>
      </w:r>
      <w:r w:rsidR="0075746C" w:rsidRPr="00B15B24">
        <w:t xml:space="preserve"> </w:t>
      </w:r>
      <w:r w:rsidR="00902AA4" w:rsidRPr="00B15B24">
        <w:t>requested to</w:t>
      </w:r>
      <w:r w:rsidR="00E147BE">
        <w:t xml:space="preserve"> a</w:t>
      </w:r>
      <w:r w:rsidR="0075746C">
        <w:t xml:space="preserve">wait further communication on this matter from the ANM </w:t>
      </w:r>
      <w:r w:rsidR="002562D0">
        <w:t xml:space="preserve">Committee </w:t>
      </w:r>
      <w:r w:rsidR="0075746C">
        <w:t xml:space="preserve">in the </w:t>
      </w:r>
      <w:r w:rsidR="00B87512">
        <w:t>autumn</w:t>
      </w:r>
      <w:r w:rsidR="0075746C">
        <w:t xml:space="preserve"> of 2014</w:t>
      </w:r>
      <w:r w:rsidR="00E54E93">
        <w:t>.</w:t>
      </w:r>
    </w:p>
    <w:p w:rsidR="00326DF5" w:rsidRPr="00002906" w:rsidRDefault="00326DF5" w:rsidP="00311B7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326DF5" w:rsidRPr="00002906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96F" w:rsidRDefault="003A496F" w:rsidP="00002906">
      <w:r>
        <w:separator/>
      </w:r>
    </w:p>
  </w:endnote>
  <w:endnote w:type="continuationSeparator" w:id="0">
    <w:p w:rsidR="003A496F" w:rsidRDefault="003A496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DF5" w:rsidRDefault="00326DF5">
    <w:pPr>
      <w:pStyle w:val="Footer"/>
    </w:pPr>
    <w:r>
      <w:tab/>
    </w:r>
    <w:r w:rsidR="00E76000">
      <w:fldChar w:fldCharType="begin"/>
    </w:r>
    <w:r>
      <w:instrText xml:space="preserve"> PAGE   \* MERGEFORMAT </w:instrText>
    </w:r>
    <w:r w:rsidR="00E76000">
      <w:fldChar w:fldCharType="separate"/>
    </w:r>
    <w:r w:rsidR="00C77B9D">
      <w:rPr>
        <w:noProof/>
      </w:rPr>
      <w:t>1</w:t>
    </w:r>
    <w:r w:rsidR="00E760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96F" w:rsidRDefault="003A496F" w:rsidP="00002906">
      <w:r>
        <w:separator/>
      </w:r>
    </w:p>
  </w:footnote>
  <w:footnote w:type="continuationSeparator" w:id="0">
    <w:p w:rsidR="003A496F" w:rsidRDefault="003A496F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D33" w:rsidRPr="00DF5D33" w:rsidRDefault="00DF5D33">
    <w:pPr>
      <w:pStyle w:val="Header"/>
      <w:rPr>
        <w:sz w:val="22"/>
        <w:szCs w:val="22"/>
        <w:lang w:val="nl-NL"/>
      </w:rPr>
    </w:pPr>
    <w:r w:rsidRPr="00DF5D33">
      <w:rPr>
        <w:sz w:val="22"/>
        <w:szCs w:val="22"/>
        <w:lang w:val="nl-NL"/>
      </w:rPr>
      <w:t>VTS38-3.1</w:t>
    </w:r>
    <w:r w:rsidR="00C77B9D">
      <w:rPr>
        <w:sz w:val="22"/>
        <w:szCs w:val="22"/>
        <w:lang w:val="nl-NL"/>
      </w:rPr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BF1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7D65EC9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A676E3D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9094DC8"/>
    <w:multiLevelType w:val="hybridMultilevel"/>
    <w:tmpl w:val="92BE0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1"/>
  </w:num>
  <w:num w:numId="9">
    <w:abstractNumId w:val="5"/>
  </w:num>
  <w:num w:numId="10">
    <w:abstractNumId w:val="1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0"/>
  </w:num>
  <w:num w:numId="26">
    <w:abstractNumId w:val="2"/>
  </w:num>
  <w:num w:numId="27">
    <w:abstractNumId w:val="7"/>
  </w:num>
  <w:num w:numId="28">
    <w:abstractNumId w:val="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6F9"/>
    <w:rsid w:val="00002906"/>
    <w:rsid w:val="00031A92"/>
    <w:rsid w:val="000348ED"/>
    <w:rsid w:val="00036801"/>
    <w:rsid w:val="00050DA7"/>
    <w:rsid w:val="000A5A01"/>
    <w:rsid w:val="000A6683"/>
    <w:rsid w:val="000E36F9"/>
    <w:rsid w:val="00135447"/>
    <w:rsid w:val="00152273"/>
    <w:rsid w:val="00162DDF"/>
    <w:rsid w:val="001A0D7A"/>
    <w:rsid w:val="001A654A"/>
    <w:rsid w:val="001C74CF"/>
    <w:rsid w:val="002133B9"/>
    <w:rsid w:val="002562D0"/>
    <w:rsid w:val="00256D2D"/>
    <w:rsid w:val="00311B7E"/>
    <w:rsid w:val="00326DF5"/>
    <w:rsid w:val="003A496F"/>
    <w:rsid w:val="003D55DD"/>
    <w:rsid w:val="003E1831"/>
    <w:rsid w:val="00424954"/>
    <w:rsid w:val="00426952"/>
    <w:rsid w:val="00455315"/>
    <w:rsid w:val="004733C1"/>
    <w:rsid w:val="00483F1F"/>
    <w:rsid w:val="004B2D36"/>
    <w:rsid w:val="004C1386"/>
    <w:rsid w:val="004C220D"/>
    <w:rsid w:val="0055300C"/>
    <w:rsid w:val="00573560"/>
    <w:rsid w:val="005A08CF"/>
    <w:rsid w:val="005A1457"/>
    <w:rsid w:val="005D05AC"/>
    <w:rsid w:val="005E4811"/>
    <w:rsid w:val="00616D2F"/>
    <w:rsid w:val="00630F7F"/>
    <w:rsid w:val="00641B1D"/>
    <w:rsid w:val="0064435F"/>
    <w:rsid w:val="006D470F"/>
    <w:rsid w:val="007243AB"/>
    <w:rsid w:val="00727E88"/>
    <w:rsid w:val="00741D81"/>
    <w:rsid w:val="0075576B"/>
    <w:rsid w:val="0075746C"/>
    <w:rsid w:val="00775878"/>
    <w:rsid w:val="007A1112"/>
    <w:rsid w:val="0080092C"/>
    <w:rsid w:val="0082138D"/>
    <w:rsid w:val="00872453"/>
    <w:rsid w:val="008F13DD"/>
    <w:rsid w:val="00902AA4"/>
    <w:rsid w:val="009121E0"/>
    <w:rsid w:val="00921916"/>
    <w:rsid w:val="00950386"/>
    <w:rsid w:val="009B13A0"/>
    <w:rsid w:val="009F3B6C"/>
    <w:rsid w:val="009F5C36"/>
    <w:rsid w:val="00A27F12"/>
    <w:rsid w:val="00A30579"/>
    <w:rsid w:val="00A43093"/>
    <w:rsid w:val="00A53BA6"/>
    <w:rsid w:val="00AA76C0"/>
    <w:rsid w:val="00AB4689"/>
    <w:rsid w:val="00AD673D"/>
    <w:rsid w:val="00B077EC"/>
    <w:rsid w:val="00B15B24"/>
    <w:rsid w:val="00B40291"/>
    <w:rsid w:val="00B418C4"/>
    <w:rsid w:val="00B8247E"/>
    <w:rsid w:val="00B87512"/>
    <w:rsid w:val="00BA67E3"/>
    <w:rsid w:val="00BF014F"/>
    <w:rsid w:val="00BF63AE"/>
    <w:rsid w:val="00C000F7"/>
    <w:rsid w:val="00C77B9D"/>
    <w:rsid w:val="00CA04AF"/>
    <w:rsid w:val="00CA1F75"/>
    <w:rsid w:val="00CA5EBF"/>
    <w:rsid w:val="00D01A2F"/>
    <w:rsid w:val="00D47D0E"/>
    <w:rsid w:val="00DF5D33"/>
    <w:rsid w:val="00E147BE"/>
    <w:rsid w:val="00E2613B"/>
    <w:rsid w:val="00E54E93"/>
    <w:rsid w:val="00E76000"/>
    <w:rsid w:val="00E93C9B"/>
    <w:rsid w:val="00EE3F2F"/>
    <w:rsid w:val="00F73F78"/>
    <w:rsid w:val="00FA5842"/>
    <w:rsid w:val="00FA6769"/>
    <w:rsid w:val="00FD03CA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26D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6DF5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rsid w:val="00326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ALA%20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0E709-C0DB-4957-A85F-293CB203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15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Wim</cp:lastModifiedBy>
  <cp:revision>9</cp:revision>
  <cp:lastPrinted>2006-10-19T10:49:00Z</cp:lastPrinted>
  <dcterms:created xsi:type="dcterms:W3CDTF">2013-10-15T13:27:00Z</dcterms:created>
  <dcterms:modified xsi:type="dcterms:W3CDTF">2014-09-28T12:50:00Z</dcterms:modified>
</cp:coreProperties>
</file>